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90856" w14:textId="77777777" w:rsidR="00C367BD" w:rsidRPr="0009319E" w:rsidRDefault="00C367BD" w:rsidP="00C367BD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4621B4D1" w14:textId="77777777" w:rsidR="00C367BD" w:rsidRPr="0009319E" w:rsidRDefault="00C367BD" w:rsidP="00C367BD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6228D25" w14:textId="77777777" w:rsidR="00C367BD" w:rsidRPr="0009319E" w:rsidRDefault="00C367BD" w:rsidP="00C367BD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468D8867" w14:textId="77777777" w:rsidR="00C367BD" w:rsidRPr="0009319E" w:rsidRDefault="00C367BD" w:rsidP="00C367BD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C367BD" w:rsidRPr="0009319E" w14:paraId="522BD7BC" w14:textId="77777777" w:rsidTr="007D4112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3EB6A797" w14:textId="77777777" w:rsidR="00C367BD" w:rsidRPr="0009319E" w:rsidRDefault="00C367BD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00483356" w14:textId="77777777" w:rsidR="00C367BD" w:rsidRPr="0009319E" w:rsidRDefault="00C367BD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6CE617CC" w14:textId="77777777" w:rsidR="00C367BD" w:rsidRPr="0009319E" w:rsidRDefault="00C367BD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C367BD" w:rsidRPr="0009319E" w14:paraId="37715503" w14:textId="77777777" w:rsidTr="007D4112">
        <w:trPr>
          <w:cantSplit/>
          <w:trHeight w:val="584"/>
          <w:jc w:val="center"/>
        </w:trPr>
        <w:tc>
          <w:tcPr>
            <w:tcW w:w="1975" w:type="dxa"/>
          </w:tcPr>
          <w:p w14:paraId="77001B70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5A299737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89AF8D1" w14:textId="77777777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SCE </w:t>
            </w:r>
            <w:r w:rsidR="00C367BD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C48299E" w14:textId="7A03AB7A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0DE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SCG</w:t>
            </w:r>
            <w:r w:rsidR="00C367BD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C367BD" w:rsidRPr="0009319E" w14:paraId="5F7AF07B" w14:textId="77777777" w:rsidTr="007D4112">
        <w:trPr>
          <w:cantSplit/>
          <w:trHeight w:val="584"/>
          <w:jc w:val="center"/>
        </w:trPr>
        <w:tc>
          <w:tcPr>
            <w:tcW w:w="1975" w:type="dxa"/>
          </w:tcPr>
          <w:p w14:paraId="11D719E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040A57AB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BD1E1F0" w14:textId="77777777" w:rsidR="00C367BD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SCE </w:t>
            </w:r>
            <w:r w:rsidR="00C367BD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5DD56B1C" w14:textId="3287A342" w:rsidR="00C367BD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0DE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SCG</w:t>
            </w:r>
            <w:r w:rsidR="00C367BD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C367BD" w:rsidRPr="0009319E" w14:paraId="15F9CB16" w14:textId="77777777" w:rsidTr="007D4112">
        <w:trPr>
          <w:cantSplit/>
          <w:trHeight w:val="405"/>
          <w:jc w:val="center"/>
        </w:trPr>
        <w:tc>
          <w:tcPr>
            <w:tcW w:w="1975" w:type="dxa"/>
          </w:tcPr>
          <w:p w14:paraId="0A687A53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65297B3F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3430342" w14:textId="77777777" w:rsidR="00C367BD" w:rsidRDefault="00730DE9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036A0977" w14:textId="77E09D92" w:rsidR="00730DE9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8" w:history="1">
              <w:r w:rsidR="00730DE9" w:rsidRPr="00A24D54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C367BD" w:rsidRPr="0009319E" w14:paraId="342BA0A1" w14:textId="77777777" w:rsidTr="007D4112">
        <w:trPr>
          <w:cantSplit/>
          <w:trHeight w:val="405"/>
          <w:jc w:val="center"/>
        </w:trPr>
        <w:tc>
          <w:tcPr>
            <w:tcW w:w="1975" w:type="dxa"/>
          </w:tcPr>
          <w:p w14:paraId="2AF0CEF4" w14:textId="77777777" w:rsidR="00C367BD" w:rsidRPr="00F2F1A7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34036D0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0183B10B" w14:textId="0839C7F0" w:rsidR="0088530B" w:rsidRPr="0009319E" w:rsidRDefault="0088530B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8BE0BB9" w14:textId="77777777" w:rsidR="00C367BD" w:rsidRPr="0009319E" w:rsidRDefault="00C367BD" w:rsidP="00C367BD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C367BD" w:rsidRPr="0009319E" w14:paraId="425F1362" w14:textId="77777777" w:rsidTr="00951849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7DD45EE7" w14:textId="77777777" w:rsidR="00C367BD" w:rsidRPr="0009319E" w:rsidRDefault="00C367BD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5749D04C" w14:textId="77777777" w:rsidR="00C367BD" w:rsidRPr="0009319E" w:rsidRDefault="00C367BD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45C8C5F5" w14:textId="77777777" w:rsidR="00C367BD" w:rsidRPr="0009319E" w:rsidRDefault="00C367BD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C367BD" w:rsidRPr="0009319E" w14:paraId="7E5A79D2" w14:textId="77777777" w:rsidTr="00951849">
        <w:trPr>
          <w:cantSplit/>
        </w:trPr>
        <w:tc>
          <w:tcPr>
            <w:tcW w:w="2367" w:type="dxa"/>
          </w:tcPr>
          <w:p w14:paraId="54776619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0394C293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7CF92DAE" w14:textId="30AD0BE1" w:rsidR="00C367BD" w:rsidRPr="0009319E" w:rsidRDefault="00951849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</w:t>
            </w:r>
            <w:r w:rsidR="00CF15A0">
              <w:rPr>
                <w:rFonts w:ascii="Garamond" w:hAnsi="Garamond"/>
                <w:sz w:val="24"/>
                <w:szCs w:val="24"/>
              </w:rPr>
              <w:t>5/17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951849" w:rsidRPr="0009319E" w14:paraId="735DF874" w14:textId="77777777" w:rsidTr="00951849">
        <w:trPr>
          <w:cantSplit/>
        </w:trPr>
        <w:tc>
          <w:tcPr>
            <w:tcW w:w="2367" w:type="dxa"/>
          </w:tcPr>
          <w:p w14:paraId="7000792D" w14:textId="77777777" w:rsidR="00951849" w:rsidRPr="0009319E" w:rsidRDefault="00951849" w:rsidP="00951849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5D35B858" w14:textId="77777777" w:rsidR="00951849" w:rsidRPr="0009319E" w:rsidRDefault="00951849" w:rsidP="0095184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70EDF1B1" w14:textId="1B999971" w:rsidR="00951849" w:rsidRDefault="00951849" w:rsidP="00951849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05/</w:t>
            </w:r>
            <w:r w:rsidR="00CF15A0">
              <w:rPr>
                <w:rFonts w:ascii="Garamond" w:hAnsi="Garamond"/>
                <w:sz w:val="24"/>
                <w:szCs w:val="24"/>
              </w:rPr>
              <w:t>17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367BD" w:rsidRPr="0009319E" w14:paraId="0EAD580D" w14:textId="77777777" w:rsidTr="00951849">
        <w:trPr>
          <w:cantSplit/>
        </w:trPr>
        <w:tc>
          <w:tcPr>
            <w:tcW w:w="2367" w:type="dxa"/>
          </w:tcPr>
          <w:p w14:paraId="77115C5E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70118771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6B85FFA5" w14:textId="0F21FCC1" w:rsidR="00C367BD" w:rsidRPr="0009319E" w:rsidRDefault="00951849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Central Boiler Dual Setpoint Controller, Multifamily</w:t>
            </w:r>
          </w:p>
        </w:tc>
      </w:tr>
      <w:tr w:rsidR="00C367BD" w:rsidRPr="0009319E" w14:paraId="43DF6DFD" w14:textId="77777777" w:rsidTr="00951849">
        <w:trPr>
          <w:cantSplit/>
        </w:trPr>
        <w:tc>
          <w:tcPr>
            <w:tcW w:w="2367" w:type="dxa"/>
          </w:tcPr>
          <w:p w14:paraId="2B17AEFC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46A0BF3B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1FD5116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4C0A5804" w14:textId="75BC7582" w:rsidR="00C367BD" w:rsidRPr="0009319E" w:rsidRDefault="00730DE9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SWWH024-02</w:t>
            </w:r>
          </w:p>
        </w:tc>
      </w:tr>
      <w:tr w:rsidR="00C367BD" w:rsidRPr="0009319E" w14:paraId="1863F115" w14:textId="77777777" w:rsidTr="00951849">
        <w:trPr>
          <w:cantSplit/>
        </w:trPr>
        <w:tc>
          <w:tcPr>
            <w:tcW w:w="2367" w:type="dxa"/>
          </w:tcPr>
          <w:p w14:paraId="6D8B6942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18520DD4" w14:textId="77777777" w:rsidR="00C367BD" w:rsidRPr="00C21C15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1EE93371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73673D14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A9F2FF6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27FFC869" w14:textId="77777777" w:rsidR="00C367BD" w:rsidRPr="00B215C5" w:rsidRDefault="00C367BD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1AB82808" w14:textId="77777777" w:rsidR="00C367BD" w:rsidRPr="00B215C5" w:rsidRDefault="00C367BD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25E4841D" w14:textId="77777777" w:rsidR="00C367BD" w:rsidRDefault="00C367BD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4AAD11C5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6C8F861C" w14:textId="77777777" w:rsidR="00C367BD" w:rsidRPr="00C13090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C367BD" w:rsidRPr="0009319E" w14:paraId="27AFD3DE" w14:textId="77777777" w:rsidTr="007D411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18CE51" w14:textId="4D35D09A" w:rsidR="00C367BD" w:rsidRPr="0009319E" w:rsidRDefault="00C367BD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366232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C367BD" w:rsidRPr="00FD1F05" w14:paraId="4F4545C7" w14:textId="77777777" w:rsidTr="007D411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5FA858" w14:textId="77777777" w:rsidR="00C367BD" w:rsidRDefault="00C367BD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33C9F064" w14:textId="77777777" w:rsidR="00C367BD" w:rsidRPr="00B4127D" w:rsidRDefault="00C367BD" w:rsidP="007D4112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6517FD8C" w14:textId="77777777" w:rsidR="00C367BD" w:rsidRDefault="00C367BD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6466E02A" w14:textId="77777777" w:rsidR="00C367BD" w:rsidRPr="00FD1F05" w:rsidRDefault="00C367BD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59B29235" w14:textId="2D950D73" w:rsidR="00C367BD" w:rsidRDefault="00C367BD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334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329FEB1F" w14:textId="77777777" w:rsidR="00C367BD" w:rsidRPr="00FD1F05" w:rsidRDefault="00C367BD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3C0BE55F" w14:textId="77777777" w:rsidR="00C367BD" w:rsidRPr="00FD1F05" w:rsidRDefault="00C367BD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2F6B3093" w14:textId="77777777" w:rsidR="00C367BD" w:rsidRDefault="00C367BD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E3340AF" w14:textId="77777777" w:rsidR="00C367BD" w:rsidRPr="00FD1F05" w:rsidRDefault="00CF15A0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67BD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367BD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367B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367BD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367BD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367BD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2F92B2B8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6BCFA7C4" w14:textId="356AA569" w:rsidR="00C367BD" w:rsidRPr="0009319E" w:rsidRDefault="007D6DCA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NTG Revision to </w:t>
            </w:r>
            <w:r w:rsidR="0088530B">
              <w:rPr>
                <w:rFonts w:ascii="Garamond" w:hAnsi="Garamond"/>
                <w:sz w:val="24"/>
              </w:rPr>
              <w:t>Res</w:t>
            </w:r>
            <w:r>
              <w:rPr>
                <w:rFonts w:ascii="Garamond" w:hAnsi="Garamond"/>
                <w:sz w:val="24"/>
              </w:rPr>
              <w:t>-Default&gt;2 due to being in program for 2 years</w:t>
            </w:r>
          </w:p>
        </w:tc>
      </w:tr>
      <w:tr w:rsidR="00C367BD" w:rsidRPr="0009319E" w14:paraId="018A0CAE" w14:textId="77777777" w:rsidTr="00951849">
        <w:trPr>
          <w:cantSplit/>
        </w:trPr>
        <w:tc>
          <w:tcPr>
            <w:tcW w:w="2367" w:type="dxa"/>
          </w:tcPr>
          <w:p w14:paraId="4D24753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0AB2915C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7F7F34FC" w14:textId="77777777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4E209B16" w14:textId="77777777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53EA786D" w14:textId="77777777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651ADAD7" w14:textId="77777777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524A63DD" w14:textId="77777777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0AE5F57F" w14:textId="77777777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3307C54E" w14:textId="77777777" w:rsidR="00C367BD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4C2915B4" w14:textId="77777777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WP </w:t>
            </w:r>
            <w:r w:rsidR="00C367BD">
              <w:rPr>
                <w:rFonts w:ascii="Garamond" w:hAnsi="Garamond"/>
                <w:sz w:val="24"/>
              </w:rPr>
              <w:t>update due to minor revisions</w:t>
            </w:r>
            <w:r w:rsidR="00C367BD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5F328875" w14:textId="1686B0AC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2B8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Other:  </w:t>
            </w:r>
            <w:r w:rsidR="00B82B8D" w:rsidRPr="0009319E">
              <w:rPr>
                <w:rFonts w:ascii="Garamond" w:hAnsi="Garamond"/>
                <w:sz w:val="24"/>
              </w:rPr>
              <w:t>_</w:t>
            </w:r>
            <w:r w:rsidR="00B82B8D">
              <w:rPr>
                <w:rFonts w:ascii="Garamond" w:hAnsi="Garamond"/>
                <w:sz w:val="24"/>
                <w:u w:val="single"/>
              </w:rPr>
              <w:t xml:space="preserve">NTG Ratio Update </w:t>
            </w:r>
            <w:r w:rsidR="00B82B8D" w:rsidRPr="0009319E">
              <w:rPr>
                <w:rFonts w:ascii="Garamond" w:hAnsi="Garamond"/>
                <w:sz w:val="24"/>
              </w:rPr>
              <w:t>_</w:t>
            </w:r>
          </w:p>
          <w:p w14:paraId="4FD07BED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30A9EA30" w14:textId="5F11C7DA" w:rsidR="0088530B" w:rsidRPr="0009319E" w:rsidRDefault="0088530B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Revision to Res-Default&gt;2 due to being in program for 2 years</w:t>
            </w:r>
          </w:p>
        </w:tc>
      </w:tr>
      <w:tr w:rsidR="00C367BD" w:rsidRPr="0009319E" w14:paraId="0CB9DD15" w14:textId="77777777" w:rsidTr="00951849">
        <w:trPr>
          <w:cantSplit/>
        </w:trPr>
        <w:tc>
          <w:tcPr>
            <w:tcW w:w="2367" w:type="dxa"/>
          </w:tcPr>
          <w:p w14:paraId="28152F80" w14:textId="77777777" w:rsidR="00C367BD" w:rsidRPr="00FD1F05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4FCC157F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63617FD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2E7337D3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15315AC5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2173E520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7629C0E2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3AD98A26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4695AAF2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76CBE944" w14:textId="21558B90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2B8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07C0D05D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0B06409A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09E90BFF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C7DE404" w14:textId="77777777" w:rsidR="00C367BD" w:rsidRPr="00FD1F05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4A15801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367BD" w:rsidRPr="0009319E" w14:paraId="3E8A5104" w14:textId="77777777" w:rsidTr="00951849">
        <w:trPr>
          <w:cantSplit/>
        </w:trPr>
        <w:tc>
          <w:tcPr>
            <w:tcW w:w="2367" w:type="dxa"/>
          </w:tcPr>
          <w:p w14:paraId="51632361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3511548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38AA4B37" w14:textId="4FFB0B2C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>Date</w:t>
            </w:r>
            <w:r w:rsidR="00C85E4E">
              <w:rPr>
                <w:rFonts w:ascii="Garamond" w:hAnsi="Garamond"/>
                <w:sz w:val="24"/>
                <w:szCs w:val="24"/>
              </w:rPr>
              <w:t>: ASAP</w:t>
            </w:r>
          </w:p>
          <w:p w14:paraId="74EC4FB6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78145192" w14:textId="28BAE265" w:rsidR="00F912AC" w:rsidRPr="0009319E" w:rsidRDefault="00F912A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 programs for 2 years starting 5/8/2021. Effective upon CPUC approval following 90-day window.</w:t>
            </w:r>
          </w:p>
        </w:tc>
      </w:tr>
      <w:tr w:rsidR="00C367BD" w:rsidRPr="0009319E" w14:paraId="4624EF8D" w14:textId="77777777" w:rsidTr="00951849">
        <w:trPr>
          <w:cantSplit/>
          <w:trHeight w:val="2690"/>
        </w:trPr>
        <w:tc>
          <w:tcPr>
            <w:tcW w:w="2367" w:type="dxa"/>
          </w:tcPr>
          <w:p w14:paraId="5B52CD69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129F0F83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7B22CA4F" w14:textId="19DA94E6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F912AC">
              <w:rPr>
                <w:rFonts w:ascii="Garamond" w:hAnsi="Garamond"/>
                <w:sz w:val="24"/>
              </w:rPr>
              <w:t>2021</w:t>
            </w:r>
          </w:p>
          <w:p w14:paraId="00B841F9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37C797F1" w14:textId="4E7C9DF4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8659D">
              <w:rPr>
                <w:rFonts w:ascii="Garamond" w:hAnsi="Garamond"/>
                <w:sz w:val="24"/>
              </w:rPr>
              <w:t xml:space="preserve">240,720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7F1CD203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0FB1C41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31BD4C4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367BD" w:rsidRPr="0009319E" w14:paraId="1DA0C528" w14:textId="77777777" w:rsidTr="00951849">
        <w:trPr>
          <w:cantSplit/>
        </w:trPr>
        <w:tc>
          <w:tcPr>
            <w:tcW w:w="2367" w:type="dxa"/>
          </w:tcPr>
          <w:p w14:paraId="1206DC4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2C3E34EA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6980BEA9" w14:textId="31492DEF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– </w:t>
            </w:r>
            <w:r w:rsidR="000F782B">
              <w:rPr>
                <w:rFonts w:ascii="Garamond" w:hAnsi="Garamond"/>
                <w:sz w:val="24"/>
              </w:rPr>
              <w:t>35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0B1F4871" w14:textId="50E9CE4B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0F782B">
              <w:rPr>
                <w:rFonts w:ascii="Garamond" w:hAnsi="Garamond"/>
                <w:sz w:val="24"/>
              </w:rPr>
              <w:t>N/A</w:t>
            </w:r>
          </w:p>
          <w:p w14:paraId="4A2AD1DF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67C2220A" w14:textId="5D707F50" w:rsidR="00C367BD" w:rsidRPr="0009319E" w:rsidRDefault="0088530B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Revision to Res-Default&gt;2 due to being in program for 2 years</w:t>
            </w:r>
          </w:p>
        </w:tc>
      </w:tr>
      <w:tr w:rsidR="00C367BD" w:rsidRPr="0009319E" w14:paraId="6DC89FC5" w14:textId="77777777" w:rsidTr="00951849">
        <w:trPr>
          <w:cantSplit/>
        </w:trPr>
        <w:tc>
          <w:tcPr>
            <w:tcW w:w="2367" w:type="dxa"/>
          </w:tcPr>
          <w:p w14:paraId="3BB85C1C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2AB26A13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199C34D2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18A30E92" w14:textId="5BF3F45A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DF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4272A5F2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43550384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F74A72F" w14:textId="365EA8DB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DF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93E93D0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0B94EF4" w14:textId="77777777" w:rsidR="00C367BD" w:rsidRPr="00FD1F05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33AB1E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367BD" w:rsidRPr="0009319E" w14:paraId="64B411C6" w14:textId="77777777" w:rsidTr="00951849">
        <w:trPr>
          <w:cantSplit/>
        </w:trPr>
        <w:tc>
          <w:tcPr>
            <w:tcW w:w="2367" w:type="dxa"/>
          </w:tcPr>
          <w:p w14:paraId="44A63E21" w14:textId="77777777" w:rsidR="00C367BD" w:rsidRPr="00F2F1A7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8AA51AE" w14:textId="77777777" w:rsidR="00C367BD" w:rsidRPr="006A711C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790C43F1" w14:textId="2B836C55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DF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66977C8B" w14:textId="77777777" w:rsidR="00C367BD" w:rsidRPr="00FD1F05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5C91D469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618E99E8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36B34A59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73815D8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5DAACD51" w14:textId="77777777" w:rsidR="00C367BD" w:rsidRPr="00FD1F05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C93920F" w14:textId="77777777" w:rsidR="00C367BD" w:rsidRPr="00B35DC5" w:rsidRDefault="00C367BD" w:rsidP="007D41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4575065" w14:textId="77777777" w:rsidR="00C367BD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367BD" w:rsidRPr="0009319E" w14:paraId="6E49DE5A" w14:textId="77777777" w:rsidTr="00951849">
        <w:trPr>
          <w:cantSplit/>
        </w:trPr>
        <w:tc>
          <w:tcPr>
            <w:tcW w:w="2367" w:type="dxa"/>
          </w:tcPr>
          <w:p w14:paraId="6B1AC606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D2BC000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1271A887" w14:textId="286E9B7C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DF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D5B0581" w14:textId="77777777" w:rsidR="00C367BD" w:rsidRPr="00FD1F05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7EF0420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77E066F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48C99CC0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798F5613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0AE61F6D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9504A47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583E49AD" w14:textId="77777777" w:rsidR="00C367BD" w:rsidRPr="00FD1F05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689D616A" w14:textId="77777777" w:rsidR="00C367BD" w:rsidRPr="00FD1F05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8AF0B1A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367BD" w:rsidRPr="0009319E" w14:paraId="794749C1" w14:textId="77777777" w:rsidTr="00951849">
        <w:trPr>
          <w:cantSplit/>
        </w:trPr>
        <w:tc>
          <w:tcPr>
            <w:tcW w:w="2367" w:type="dxa"/>
          </w:tcPr>
          <w:p w14:paraId="22E410EB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2269C257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4E515B92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2232D352" w14:textId="2BC18450" w:rsidR="00C367BD" w:rsidRPr="0009319E" w:rsidRDefault="00CF15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B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DF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367BD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2E1BE1E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C367BD" w:rsidRPr="0009319E" w14:paraId="6577F676" w14:textId="77777777" w:rsidTr="00951849">
        <w:trPr>
          <w:cantSplit/>
          <w:trHeight w:val="2042"/>
        </w:trPr>
        <w:tc>
          <w:tcPr>
            <w:tcW w:w="2367" w:type="dxa"/>
          </w:tcPr>
          <w:p w14:paraId="3EE56E8B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02CEA709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4CEAC442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636FF95" w14:textId="77777777" w:rsidR="00C367BD" w:rsidRPr="0009319E" w:rsidRDefault="00C367BD" w:rsidP="00C367BD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C367BD" w:rsidRPr="0009319E" w14:paraId="5994D333" w14:textId="77777777" w:rsidTr="007D4112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46F7D47D" w14:textId="77777777" w:rsidR="00C367BD" w:rsidRPr="0009319E" w:rsidRDefault="00C367BD" w:rsidP="007D411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C9FA5B0" w14:textId="77777777" w:rsidR="00C367BD" w:rsidRPr="0009319E" w:rsidRDefault="00C367BD" w:rsidP="007D411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3A42875" w14:textId="77777777" w:rsidR="00C367BD" w:rsidRPr="0009319E" w:rsidRDefault="00C367BD" w:rsidP="007D4112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4BB0C9F9" w14:textId="77777777" w:rsidR="00C367BD" w:rsidRPr="0009319E" w:rsidRDefault="00C367BD" w:rsidP="007D4112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58413B82" w14:textId="77777777" w:rsidR="00C367BD" w:rsidRPr="0009319E" w:rsidRDefault="00C367BD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C367BD" w:rsidRPr="0009319E" w14:paraId="51DC9D1B" w14:textId="77777777" w:rsidTr="007D4112">
        <w:trPr>
          <w:trHeight w:val="584"/>
          <w:jc w:val="center"/>
        </w:trPr>
        <w:tc>
          <w:tcPr>
            <w:tcW w:w="1107" w:type="dxa"/>
            <w:vAlign w:val="center"/>
          </w:tcPr>
          <w:p w14:paraId="3D7737B9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0</w:t>
            </w:r>
          </w:p>
        </w:tc>
        <w:tc>
          <w:tcPr>
            <w:tcW w:w="1244" w:type="dxa"/>
            <w:vAlign w:val="center"/>
          </w:tcPr>
          <w:p w14:paraId="21A19923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F7CA0E4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7B35281C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150BFD8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C367BD" w:rsidRPr="0009319E" w14:paraId="168B66AC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1783F445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3C3EBE47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4E168102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5060140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0EE06E6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C367BD" w:rsidRPr="0009319E" w14:paraId="3CFA2657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7CEE820A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64FFA441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3E4D3DBC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4463342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4293C47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C367BD" w:rsidRPr="0009319E" w14:paraId="62145051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639DBA6F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5062491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47B5AC43" w14:textId="77777777" w:rsidR="00C367BD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1F9E5B29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91BFF0D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C367BD" w:rsidRPr="0009319E" w14:paraId="1379ECE7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405A0EEA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59FAF887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0C1D44DD" w14:textId="77777777" w:rsidR="00C367BD" w:rsidRPr="0009319E" w:rsidRDefault="00C367BD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59E78263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1820155" w14:textId="77777777" w:rsidR="00C367BD" w:rsidRPr="0009319E" w:rsidRDefault="00C367B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47821749" w14:textId="77777777" w:rsidR="009D6B15" w:rsidRDefault="00CF15A0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C7EF5" w14:textId="77777777" w:rsidR="00C367BD" w:rsidRDefault="00C367BD" w:rsidP="00C367BD">
      <w:pPr>
        <w:spacing w:after="0" w:line="240" w:lineRule="auto"/>
      </w:pPr>
      <w:r>
        <w:separator/>
      </w:r>
    </w:p>
  </w:endnote>
  <w:endnote w:type="continuationSeparator" w:id="0">
    <w:p w14:paraId="318DCF82" w14:textId="77777777" w:rsidR="00C367BD" w:rsidRDefault="00C367BD" w:rsidP="00C3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258F" w14:textId="77777777" w:rsidR="00C367BD" w:rsidRDefault="00C367BD" w:rsidP="00C367BD">
      <w:pPr>
        <w:spacing w:after="0" w:line="240" w:lineRule="auto"/>
      </w:pPr>
      <w:r>
        <w:separator/>
      </w:r>
    </w:p>
  </w:footnote>
  <w:footnote w:type="continuationSeparator" w:id="0">
    <w:p w14:paraId="4BC0DD5A" w14:textId="77777777" w:rsidR="00C367BD" w:rsidRDefault="00C367BD" w:rsidP="00C367BD">
      <w:pPr>
        <w:spacing w:after="0" w:line="240" w:lineRule="auto"/>
      </w:pPr>
      <w:r>
        <w:continuationSeparator/>
      </w:r>
    </w:p>
  </w:footnote>
  <w:footnote w:id="1">
    <w:p w14:paraId="32620FD8" w14:textId="77777777" w:rsidR="00C367BD" w:rsidRDefault="00C367BD" w:rsidP="00C367BD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BD"/>
    <w:rsid w:val="0008659D"/>
    <w:rsid w:val="000F782B"/>
    <w:rsid w:val="00197DF5"/>
    <w:rsid w:val="00366232"/>
    <w:rsid w:val="004F0209"/>
    <w:rsid w:val="00546564"/>
    <w:rsid w:val="0061222E"/>
    <w:rsid w:val="00730DE9"/>
    <w:rsid w:val="007D6DCA"/>
    <w:rsid w:val="00815D2D"/>
    <w:rsid w:val="0088530B"/>
    <w:rsid w:val="00951849"/>
    <w:rsid w:val="00A90396"/>
    <w:rsid w:val="00B10B1C"/>
    <w:rsid w:val="00B82B8D"/>
    <w:rsid w:val="00C367BD"/>
    <w:rsid w:val="00C73345"/>
    <w:rsid w:val="00C85E4E"/>
    <w:rsid w:val="00CF15A0"/>
    <w:rsid w:val="00E27AEE"/>
    <w:rsid w:val="00F9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6C164"/>
  <w15:chartTrackingRefBased/>
  <w15:docId w15:val="{F39EDA59-164F-44F4-BDCF-3F414163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3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367B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67BD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C367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67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367BD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7BD"/>
  </w:style>
  <w:style w:type="table" w:customStyle="1" w:styleId="TableGrid1">
    <w:name w:val="Table Grid1"/>
    <w:basedOn w:val="TableNormal"/>
    <w:next w:val="TableGrid"/>
    <w:uiPriority w:val="39"/>
    <w:rsid w:val="00C367BD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36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0D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0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nryd@socalga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40E8B-88CA-43F9-A8C7-BDBB54DF2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1152</Words>
  <Characters>6573</Characters>
  <Application>Microsoft Office Word</Application>
  <DocSecurity>0</DocSecurity>
  <Lines>54</Lines>
  <Paragraphs>15</Paragraphs>
  <ScaleCrop>false</ScaleCrop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19</cp:revision>
  <dcterms:created xsi:type="dcterms:W3CDTF">2021-04-12T16:06:00Z</dcterms:created>
  <dcterms:modified xsi:type="dcterms:W3CDTF">2021-05-17T17:27:00Z</dcterms:modified>
</cp:coreProperties>
</file>