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53550" w14:textId="289AF0D8" w:rsidR="00576109" w:rsidRDefault="00EC06FD" w:rsidP="00576109">
      <w:pPr>
        <w:rPr>
          <w:b/>
          <w:bCs/>
        </w:rPr>
      </w:pPr>
      <w:r>
        <w:rPr>
          <w:b/>
        </w:rPr>
        <w:t>01/</w:t>
      </w:r>
      <w:r w:rsidR="00B81D01">
        <w:rPr>
          <w:b/>
        </w:rPr>
        <w:t>31</w:t>
      </w:r>
      <w:r>
        <w:rPr>
          <w:b/>
        </w:rPr>
        <w:t>/20</w:t>
      </w:r>
      <w:r w:rsidR="00B81D01">
        <w:rPr>
          <w:b/>
        </w:rPr>
        <w:t>20</w:t>
      </w:r>
      <w:r w:rsidR="00576109">
        <w:rPr>
          <w:b/>
        </w:rPr>
        <w:t xml:space="preserve">, </w:t>
      </w:r>
      <w:r w:rsidR="00B81D01" w:rsidRPr="00B81D01">
        <w:rPr>
          <w:b/>
          <w:bCs/>
        </w:rPr>
        <w:t>SWLG012-0</w:t>
      </w:r>
      <w:r w:rsidR="00EA0A1E">
        <w:rPr>
          <w:b/>
          <w:bCs/>
        </w:rPr>
        <w:t>1</w:t>
      </w:r>
      <w:r w:rsidR="00B81D01" w:rsidRPr="00B81D01">
        <w:rPr>
          <w:b/>
          <w:bCs/>
        </w:rPr>
        <w:t xml:space="preserve"> LED Ambient Fixtures and Retrofit Kits Commercial_013120</w:t>
      </w:r>
    </w:p>
    <w:p w14:paraId="7665FB27" w14:textId="05A6B0A2" w:rsidR="00D9435C" w:rsidRDefault="00890E6E" w:rsidP="00D9435C">
      <w:bookmarkStart w:id="0" w:name="_GoBack"/>
      <w:r>
        <w:t>The June 2019 workpaper version contained errors during the data transfer from the calculation Excel file (</w:t>
      </w:r>
      <w:r w:rsidRPr="00890E6E">
        <w:t>SWLG012-0</w:t>
      </w:r>
      <w:r w:rsidR="00EA0A1E">
        <w:t>1</w:t>
      </w:r>
      <w:r w:rsidRPr="00890E6E">
        <w:t xml:space="preserve"> LED Ambient Savings Calc 011520</w:t>
      </w:r>
      <w:r>
        <w:t xml:space="preserve">.xlsx) to the EAD Table, Word document, &amp; Measure </w:t>
      </w:r>
      <w:proofErr w:type="spellStart"/>
      <w:r>
        <w:t>DataSpec</w:t>
      </w:r>
      <w:proofErr w:type="spellEnd"/>
      <w:r>
        <w:t xml:space="preserve">. </w:t>
      </w:r>
      <w:r w:rsidR="00464176">
        <w:t xml:space="preserve">The methodology and saving calculation for the </w:t>
      </w:r>
      <w:r w:rsidR="00464176" w:rsidRPr="00890E6E">
        <w:t>SWLG012-02 LED Ambient Savings Calc 011520</w:t>
      </w:r>
      <w:r w:rsidR="00464176">
        <w:t xml:space="preserve">.xlsx is the identical to the June 2019 file. </w:t>
      </w:r>
    </w:p>
    <w:tbl>
      <w:tblPr>
        <w:tblStyle w:val="PlainTable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7104"/>
      </w:tblGrid>
      <w:tr w:rsidR="00B81D01" w14:paraId="74C4F5A3" w14:textId="77777777" w:rsidTr="00D94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</w:tcPr>
          <w:bookmarkEnd w:id="0"/>
          <w:p w14:paraId="459AFE61" w14:textId="013BCE71" w:rsidR="00B81D01" w:rsidRPr="005F313B" w:rsidRDefault="00B81D01" w:rsidP="007E3A88">
            <w:pPr>
              <w:rPr>
                <w:b w:val="0"/>
              </w:rPr>
            </w:pPr>
            <w:r>
              <w:rPr>
                <w:b w:val="0"/>
              </w:rPr>
              <w:t>Item</w:t>
            </w:r>
          </w:p>
        </w:tc>
        <w:tc>
          <w:tcPr>
            <w:tcW w:w="3799" w:type="pct"/>
          </w:tcPr>
          <w:p w14:paraId="661DABC6" w14:textId="50E6764A" w:rsidR="00B81D01" w:rsidRPr="005F313B" w:rsidRDefault="00B81D01" w:rsidP="007E3A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PA Correction</w:t>
            </w:r>
          </w:p>
        </w:tc>
      </w:tr>
      <w:tr w:rsidR="00B81D01" w14:paraId="2DC08948" w14:textId="77777777" w:rsidTr="00D94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</w:tcPr>
          <w:p w14:paraId="1B79EB96" w14:textId="5266C3D0" w:rsidR="00B81D01" w:rsidRPr="00050D99" w:rsidRDefault="00B81D01" w:rsidP="00B81D01">
            <w:r w:rsidRPr="00050D99">
              <w:t xml:space="preserve">EAD </w:t>
            </w:r>
            <w:r w:rsidR="00D9435C" w:rsidRPr="00050D99">
              <w:t>Table</w:t>
            </w:r>
            <w:r w:rsidRPr="00050D99">
              <w:t>:</w:t>
            </w:r>
          </w:p>
          <w:p w14:paraId="4310704A" w14:textId="38908638" w:rsidR="00B81D01" w:rsidRPr="00316EF9" w:rsidRDefault="00B81D01" w:rsidP="007E3A88">
            <w:pPr>
              <w:rPr>
                <w:b w:val="0"/>
              </w:rPr>
            </w:pPr>
          </w:p>
        </w:tc>
        <w:tc>
          <w:tcPr>
            <w:tcW w:w="3799" w:type="pct"/>
          </w:tcPr>
          <w:p w14:paraId="1F7909F2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Deleted extraneous rows in the “Measure” worksheet unrelated to lighting measure (they were related to some other water heater measure)</w:t>
            </w:r>
          </w:p>
          <w:p w14:paraId="017F45D6" w14:textId="1DF6D3CF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Changed name of multifamily common area building type from “</w:t>
            </w:r>
            <w:proofErr w:type="spellStart"/>
            <w:r>
              <w:rPr>
                <w:rFonts w:eastAsia="Times New Roman"/>
              </w:rPr>
              <w:t>MFm</w:t>
            </w:r>
            <w:proofErr w:type="spellEnd"/>
            <w:r>
              <w:rPr>
                <w:rFonts w:eastAsia="Times New Roman"/>
              </w:rPr>
              <w:t>” to “</w:t>
            </w:r>
            <w:proofErr w:type="spellStart"/>
            <w:r>
              <w:rPr>
                <w:rFonts w:eastAsia="Times New Roman"/>
              </w:rPr>
              <w:t>MFmCmn</w:t>
            </w:r>
            <w:proofErr w:type="spellEnd"/>
            <w:r>
              <w:rPr>
                <w:rFonts w:eastAsia="Times New Roman"/>
              </w:rPr>
              <w:t xml:space="preserve">” in </w:t>
            </w:r>
            <w:proofErr w:type="spellStart"/>
            <w:r>
              <w:rPr>
                <w:rFonts w:eastAsia="Times New Roman"/>
              </w:rPr>
              <w:t>EnergyImpact</w:t>
            </w:r>
            <w:proofErr w:type="spellEnd"/>
            <w:r>
              <w:rPr>
                <w:rFonts w:eastAsia="Times New Roman"/>
              </w:rPr>
              <w:t xml:space="preserve"> worksheet</w:t>
            </w:r>
          </w:p>
          <w:p w14:paraId="0AA6C9B5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Replaced </w:t>
            </w:r>
            <w:proofErr w:type="spellStart"/>
            <w:r>
              <w:rPr>
                <w:rFonts w:eastAsia="Times New Roman"/>
              </w:rPr>
              <w:t>AStdWBkWh</w:t>
            </w:r>
            <w:proofErr w:type="spellEnd"/>
            <w:r>
              <w:rPr>
                <w:rFonts w:eastAsia="Times New Roman"/>
              </w:rPr>
              <w:t xml:space="preserve"> values in </w:t>
            </w:r>
            <w:proofErr w:type="spellStart"/>
            <w:r>
              <w:rPr>
                <w:rFonts w:eastAsia="Times New Roman"/>
              </w:rPr>
              <w:t>EnergyImpact</w:t>
            </w:r>
            <w:proofErr w:type="spellEnd"/>
            <w:r>
              <w:rPr>
                <w:rFonts w:eastAsia="Times New Roman"/>
              </w:rPr>
              <w:t xml:space="preserve"> worksheet for CZ16 due to a rounding issue (values changed by ~0.03 kWh)</w:t>
            </w:r>
          </w:p>
          <w:p w14:paraId="3B94E99D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date of “</w:t>
            </w:r>
            <w:proofErr w:type="spellStart"/>
            <w:r>
              <w:rPr>
                <w:rFonts w:eastAsia="Times New Roman"/>
              </w:rPr>
              <w:t>LastMod</w:t>
            </w:r>
            <w:proofErr w:type="spellEnd"/>
            <w:r>
              <w:rPr>
                <w:rFonts w:eastAsia="Times New Roman"/>
              </w:rPr>
              <w:t>” column for items changed in the two bullets above (left unchanged rows as 6/12/2019)</w:t>
            </w:r>
          </w:p>
          <w:p w14:paraId="5AD30E9A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date of the file itself</w:t>
            </w:r>
          </w:p>
          <w:p w14:paraId="5CF59527" w14:textId="537FCD6F" w:rsidR="00B81D01" w:rsidRDefault="00B81D01" w:rsidP="007E3A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D01" w14:paraId="39EFE10D" w14:textId="77777777" w:rsidTr="00D9435C">
        <w:trPr>
          <w:trHeight w:val="2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</w:tcPr>
          <w:p w14:paraId="154DE15C" w14:textId="2D7F2E93" w:rsidR="00B81D01" w:rsidRPr="00050D99" w:rsidRDefault="00B81D01" w:rsidP="00B81D01">
            <w:r w:rsidRPr="00050D99">
              <w:t xml:space="preserve">Word </w:t>
            </w:r>
            <w:r w:rsidR="004473BA" w:rsidRPr="00050D99">
              <w:t>D</w:t>
            </w:r>
            <w:r w:rsidRPr="00050D99">
              <w:t>ocument:</w:t>
            </w:r>
          </w:p>
          <w:p w14:paraId="531652F4" w14:textId="77777777" w:rsidR="00B81D01" w:rsidRDefault="00B81D01" w:rsidP="00B81D01"/>
        </w:tc>
        <w:tc>
          <w:tcPr>
            <w:tcW w:w="3799" w:type="pct"/>
          </w:tcPr>
          <w:p w14:paraId="1C086C31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Corrected tier 2 LPW values to 140 LPW in Measure Offerings table listing measure requirements, previously they erroneously stated 145 LPW</w:t>
            </w:r>
          </w:p>
          <w:p w14:paraId="0A2B440F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NTG ID to current name in the DEER Differences Summary table</w:t>
            </w:r>
          </w:p>
          <w:p w14:paraId="38DEA607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the change log</w:t>
            </w:r>
          </w:p>
          <w:p w14:paraId="50942552" w14:textId="77777777" w:rsidR="00B81D01" w:rsidRDefault="00B81D01" w:rsidP="00B81D0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date of the file itself</w:t>
            </w:r>
          </w:p>
          <w:p w14:paraId="1A7948F0" w14:textId="77777777" w:rsidR="00B81D01" w:rsidRDefault="00B81D01" w:rsidP="00B81D01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B81D01" w14:paraId="31CFEEAA" w14:textId="77777777" w:rsidTr="00890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1" w:type="pct"/>
          </w:tcPr>
          <w:p w14:paraId="4E5F4AB9" w14:textId="10200589" w:rsidR="00B81D01" w:rsidRPr="00316EF9" w:rsidRDefault="00D9435C" w:rsidP="007E3A88">
            <w:pPr>
              <w:rPr>
                <w:b w:val="0"/>
              </w:rPr>
            </w:pPr>
            <w:r>
              <w:t xml:space="preserve">Measure </w:t>
            </w:r>
            <w:proofErr w:type="spellStart"/>
            <w:r>
              <w:t>DataSpec</w:t>
            </w:r>
            <w:proofErr w:type="spellEnd"/>
            <w:r>
              <w:t>:</w:t>
            </w:r>
          </w:p>
        </w:tc>
        <w:tc>
          <w:tcPr>
            <w:tcW w:w="3799" w:type="pct"/>
          </w:tcPr>
          <w:p w14:paraId="4A8E76A0" w14:textId="1AABC695" w:rsidR="00D9435C" w:rsidRDefault="00D9435C" w:rsidP="00D9435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some values (such as NTG ID) to current values</w:t>
            </w:r>
          </w:p>
          <w:p w14:paraId="5669C1D9" w14:textId="77777777" w:rsidR="00D9435C" w:rsidRDefault="00D9435C" w:rsidP="00D9435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Redid the Measure Support Table to show all 24 offerings and all three delivery types for a single climate zone and building type</w:t>
            </w:r>
          </w:p>
          <w:p w14:paraId="323E86FD" w14:textId="65DE3E7C" w:rsidR="00D9435C" w:rsidRDefault="00D9435C" w:rsidP="00D9435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Updating savings and calculations to match current approach (calculations were outdated)</w:t>
            </w:r>
          </w:p>
          <w:p w14:paraId="23CD53A1" w14:textId="77777777" w:rsidR="00D9435C" w:rsidRDefault="00D9435C" w:rsidP="00D9435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the change log</w:t>
            </w:r>
          </w:p>
          <w:p w14:paraId="170E186A" w14:textId="77777777" w:rsidR="00D9435C" w:rsidRDefault="00D9435C" w:rsidP="00D9435C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Updated date of the file itself</w:t>
            </w:r>
          </w:p>
          <w:p w14:paraId="38C2848F" w14:textId="3D2205A8" w:rsidR="00B81D01" w:rsidRDefault="00B81D01" w:rsidP="007E3A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61B5489" w14:textId="311F376C" w:rsidR="00E12DCD" w:rsidRDefault="00E12DCD" w:rsidP="00D9435C"/>
    <w:sectPr w:rsidR="00E1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C505A"/>
    <w:multiLevelType w:val="hybridMultilevel"/>
    <w:tmpl w:val="BEA2F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61B19"/>
    <w:multiLevelType w:val="hybridMultilevel"/>
    <w:tmpl w:val="8192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01A69"/>
    <w:multiLevelType w:val="hybridMultilevel"/>
    <w:tmpl w:val="E8A2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109"/>
    <w:rsid w:val="00050D99"/>
    <w:rsid w:val="0006774F"/>
    <w:rsid w:val="00087738"/>
    <w:rsid w:val="00114C0B"/>
    <w:rsid w:val="00117D54"/>
    <w:rsid w:val="001F2147"/>
    <w:rsid w:val="004413E1"/>
    <w:rsid w:val="004473BA"/>
    <w:rsid w:val="00464176"/>
    <w:rsid w:val="004A447D"/>
    <w:rsid w:val="0053269B"/>
    <w:rsid w:val="00576109"/>
    <w:rsid w:val="007A78FC"/>
    <w:rsid w:val="007B5352"/>
    <w:rsid w:val="007E33D6"/>
    <w:rsid w:val="007E3A88"/>
    <w:rsid w:val="00890E6E"/>
    <w:rsid w:val="008D5E92"/>
    <w:rsid w:val="009651F7"/>
    <w:rsid w:val="009A1294"/>
    <w:rsid w:val="009F730E"/>
    <w:rsid w:val="00B60A6A"/>
    <w:rsid w:val="00B709E1"/>
    <w:rsid w:val="00B81D01"/>
    <w:rsid w:val="00BE24FD"/>
    <w:rsid w:val="00C43ED0"/>
    <w:rsid w:val="00CE0A78"/>
    <w:rsid w:val="00D9435C"/>
    <w:rsid w:val="00E004FE"/>
    <w:rsid w:val="00E12DCD"/>
    <w:rsid w:val="00EA0A1E"/>
    <w:rsid w:val="00EC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539E6"/>
  <w15:chartTrackingRefBased/>
  <w15:docId w15:val="{B4549A9A-9398-4996-900D-695FE827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57610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B81D01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0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Voong, Tai</cp:lastModifiedBy>
  <cp:revision>11</cp:revision>
  <dcterms:created xsi:type="dcterms:W3CDTF">2020-01-27T22:47:00Z</dcterms:created>
  <dcterms:modified xsi:type="dcterms:W3CDTF">2020-02-07T00:47:00Z</dcterms:modified>
</cp:coreProperties>
</file>