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025E0949" w:rsidR="00BB2954" w:rsidRDefault="00411B1C">
      <w:r>
        <w:t>CPUC Comments on</w:t>
      </w:r>
      <w:r w:rsidR="00CC7F7C">
        <w:t xml:space="preserve"> SWCH049 – Residential SEER AC and HP</w:t>
      </w:r>
    </w:p>
    <w:p w14:paraId="2BA7A164" w14:textId="4D31C5E5" w:rsidR="004266C0" w:rsidRDefault="004266C0">
      <w:r>
        <w:t xml:space="preserve">Lead PA: </w:t>
      </w:r>
      <w:r w:rsidR="00CC7F7C">
        <w:t>SCE</w:t>
      </w:r>
    </w:p>
    <w:p w14:paraId="4BB68C7D" w14:textId="297A7309" w:rsidR="009E1581" w:rsidRDefault="004266C0">
      <w:r>
        <w:t xml:space="preserve">Workpaper </w:t>
      </w:r>
      <w:r w:rsidR="008F1FF0">
        <w:t xml:space="preserve">Submittal Date: </w:t>
      </w:r>
      <w:r w:rsidR="00CC7F7C">
        <w:t>04/06/2020</w:t>
      </w:r>
      <w:r w:rsidR="00AB26AE">
        <w:t xml:space="preserve"> </w:t>
      </w:r>
    </w:p>
    <w:p w14:paraId="06E32D11" w14:textId="50D23716" w:rsidR="004266C0" w:rsidRDefault="004266C0">
      <w:r>
        <w:t xml:space="preserve">CPUC Review Date: </w:t>
      </w:r>
      <w:r w:rsidR="00CC7F7C">
        <w:t>04/</w:t>
      </w:r>
      <w:r w:rsidR="00392903">
        <w:t>20</w:t>
      </w:r>
      <w:r w:rsidR="00CC7F7C">
        <w:t>/2020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10075" w:type="dxa"/>
        <w:tblLayout w:type="fixed"/>
        <w:tblLook w:val="04A0" w:firstRow="1" w:lastRow="0" w:firstColumn="1" w:lastColumn="0" w:noHBand="0" w:noVBand="1"/>
      </w:tblPr>
      <w:tblGrid>
        <w:gridCol w:w="5665"/>
        <w:gridCol w:w="4410"/>
      </w:tblGrid>
      <w:tr w:rsidR="004266C0" w14:paraId="75EEBFCB" w14:textId="77777777" w:rsidTr="00070D48">
        <w:tc>
          <w:tcPr>
            <w:tcW w:w="566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410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070D48">
        <w:tc>
          <w:tcPr>
            <w:tcW w:w="5665" w:type="dxa"/>
          </w:tcPr>
          <w:p w14:paraId="65EC772F" w14:textId="3F2F6249" w:rsidR="00810BD0" w:rsidRDefault="00810BD0" w:rsidP="00810BD0">
            <w:r>
              <w:t>General Eligibility Requirements Section:</w:t>
            </w:r>
          </w:p>
          <w:p w14:paraId="17DA6ACE" w14:textId="77777777" w:rsidR="00810BD0" w:rsidRDefault="00810BD0" w:rsidP="00810BD0"/>
          <w:p w14:paraId="65895ACD" w14:textId="3FC45E77" w:rsidR="004266C0" w:rsidRDefault="00810BD0" w:rsidP="00810BD0">
            <w:r>
              <w:t>Gas baseline for new construction for an energy efficiency measure is not valid. Please remove from workpaper and analysis.</w:t>
            </w:r>
          </w:p>
        </w:tc>
        <w:tc>
          <w:tcPr>
            <w:tcW w:w="4410" w:type="dxa"/>
          </w:tcPr>
          <w:p w14:paraId="3F761C38" w14:textId="452521FF" w:rsidR="00070D48" w:rsidRPr="00A239A4" w:rsidRDefault="00070D48" w:rsidP="00377BC9">
            <w:pPr>
              <w:rPr>
                <w:bCs/>
              </w:rPr>
            </w:pPr>
            <w:bookmarkStart w:id="0" w:name="_GoBack"/>
            <w:r w:rsidRPr="00A239A4">
              <w:rPr>
                <w:bCs/>
              </w:rPr>
              <w:t>Guidance acknowledged.</w:t>
            </w:r>
            <w:r w:rsidR="00A239A4" w:rsidRPr="00A239A4">
              <w:rPr>
                <w:bCs/>
              </w:rPr>
              <w:t xml:space="preserve">  NC referenced language removed. </w:t>
            </w:r>
          </w:p>
          <w:bookmarkEnd w:id="0"/>
          <w:p w14:paraId="616D4609" w14:textId="77777777" w:rsidR="004266C0" w:rsidRDefault="004266C0" w:rsidP="00A239A4"/>
        </w:tc>
      </w:tr>
      <w:tr w:rsidR="004266C0" w14:paraId="05E35CA3" w14:textId="77777777" w:rsidTr="00070D48">
        <w:tc>
          <w:tcPr>
            <w:tcW w:w="5665" w:type="dxa"/>
          </w:tcPr>
          <w:p w14:paraId="21E8DE9D" w14:textId="75284701" w:rsidR="00810BD0" w:rsidRDefault="00810BD0" w:rsidP="007C3FA8">
            <w:r>
              <w:t>EAD Tables:</w:t>
            </w:r>
          </w:p>
          <w:p w14:paraId="08C3CF2F" w14:textId="77777777" w:rsidR="00810BD0" w:rsidRDefault="00810BD0" w:rsidP="007C3FA8"/>
          <w:p w14:paraId="5D025362" w14:textId="7DB0F56A" w:rsidR="007C3FA8" w:rsidRDefault="007C3FA8" w:rsidP="007C3FA8">
            <w:r>
              <w:t>Item</w:t>
            </w:r>
            <w:r>
              <w:tab/>
              <w:t>Fieldname</w:t>
            </w:r>
            <w:r>
              <w:tab/>
              <w:t>Worksheet(s)</w:t>
            </w:r>
            <w:r>
              <w:tab/>
              <w:t xml:space="preserve">       Comment</w:t>
            </w:r>
          </w:p>
          <w:p w14:paraId="3D45BBFB" w14:textId="3303EA39" w:rsidR="007C3FA8" w:rsidRDefault="007C3FA8" w:rsidP="007C3FA8">
            <w:r>
              <w:t>1</w:t>
            </w:r>
            <w:r>
              <w:tab/>
              <w:t>Sector</w:t>
            </w:r>
            <w:r>
              <w:tab/>
              <w:t xml:space="preserve">               </w:t>
            </w:r>
            <w:proofErr w:type="spellStart"/>
            <w:r>
              <w:t>MeasureExAnte</w:t>
            </w:r>
            <w:proofErr w:type="spellEnd"/>
            <w:r>
              <w:t xml:space="preserve">       Sector does not match with PEAR</w:t>
            </w:r>
            <w:r w:rsidR="003C30D6">
              <w:t>: Any is not valid</w:t>
            </w:r>
          </w:p>
          <w:p w14:paraId="37495CCF" w14:textId="7743296F" w:rsidR="007C3FA8" w:rsidRDefault="007C3FA8" w:rsidP="007C3FA8">
            <w:r>
              <w:t>2</w:t>
            </w:r>
            <w:r>
              <w:tab/>
            </w:r>
            <w:proofErr w:type="spellStart"/>
            <w:r>
              <w:t>Bldgloc</w:t>
            </w:r>
            <w:proofErr w:type="spellEnd"/>
            <w:r>
              <w:tab/>
              <w:t xml:space="preserve">                </w:t>
            </w:r>
            <w:proofErr w:type="spellStart"/>
            <w:r>
              <w:t>CostExAnte</w:t>
            </w:r>
            <w:proofErr w:type="spellEnd"/>
            <w:r>
              <w:tab/>
              <w:t xml:space="preserve">      </w:t>
            </w:r>
            <w:r w:rsidR="003C30D6">
              <w:t xml:space="preserve"> </w:t>
            </w:r>
            <w:proofErr w:type="spellStart"/>
            <w:r>
              <w:t>Bldgloc</w:t>
            </w:r>
            <w:proofErr w:type="spellEnd"/>
            <w:r>
              <w:t xml:space="preserve"> does not match with PEAR</w:t>
            </w:r>
            <w:r w:rsidR="003C30D6">
              <w:t xml:space="preserve">: </w:t>
            </w:r>
            <w:r>
              <w:t>Any is not valid</w:t>
            </w:r>
          </w:p>
          <w:p w14:paraId="147A35C3" w14:textId="0E8DF6D6" w:rsidR="007C3FA8" w:rsidRDefault="007C3FA8" w:rsidP="007C3FA8">
            <w:r>
              <w:t>3</w:t>
            </w:r>
            <w:r>
              <w:tab/>
              <w:t>Sector</w:t>
            </w:r>
            <w:r>
              <w:tab/>
              <w:t xml:space="preserve">                </w:t>
            </w:r>
            <w:proofErr w:type="spellStart"/>
            <w:r>
              <w:t>CostExAnte</w:t>
            </w:r>
            <w:proofErr w:type="spellEnd"/>
            <w:r>
              <w:tab/>
            </w:r>
            <w:r w:rsidR="003C30D6">
              <w:t xml:space="preserve">        </w:t>
            </w:r>
            <w:r>
              <w:t>Sector does not match with PEAR</w:t>
            </w:r>
            <w:r w:rsidR="003C30D6">
              <w:t>:</w:t>
            </w:r>
            <w:r>
              <w:t xml:space="preserve"> Any is not valid</w:t>
            </w:r>
          </w:p>
          <w:p w14:paraId="2948B0D6" w14:textId="5261A30C" w:rsidR="004266C0" w:rsidRDefault="007C3FA8" w:rsidP="007C3FA8">
            <w:r>
              <w:t>4</w:t>
            </w:r>
            <w:r>
              <w:tab/>
            </w:r>
            <w:proofErr w:type="spellStart"/>
            <w:r>
              <w:t>Normunit</w:t>
            </w:r>
            <w:proofErr w:type="spellEnd"/>
            <w:r>
              <w:tab/>
              <w:t xml:space="preserve"> </w:t>
            </w:r>
            <w:proofErr w:type="spellStart"/>
            <w:r>
              <w:t>CostExAnte</w:t>
            </w:r>
            <w:proofErr w:type="spellEnd"/>
            <w:r>
              <w:tab/>
            </w:r>
            <w:r w:rsidR="003C30D6">
              <w:t xml:space="preserve">        </w:t>
            </w:r>
            <w:r>
              <w:t>Normalizing unit does not match with PEAR</w:t>
            </w:r>
            <w:r w:rsidR="003C30D6">
              <w:t>:</w:t>
            </w:r>
            <w:r>
              <w:t xml:space="preserve"> </w:t>
            </w:r>
            <w:r w:rsidR="003C30D6">
              <w:t>Cap-Ton</w:t>
            </w:r>
            <w:r>
              <w:t xml:space="preserve"> is not valid</w:t>
            </w:r>
          </w:p>
        </w:tc>
        <w:tc>
          <w:tcPr>
            <w:tcW w:w="4410" w:type="dxa"/>
          </w:tcPr>
          <w:p w14:paraId="7A82EAB4" w14:textId="77777777" w:rsidR="00343E00" w:rsidRDefault="00343E00" w:rsidP="004266C0"/>
          <w:p w14:paraId="567A463A" w14:textId="2E1BAC3D" w:rsidR="00AC4164" w:rsidRDefault="00070D48" w:rsidP="004266C0">
            <w:r>
              <w:t>For Items 1</w:t>
            </w:r>
            <w:r w:rsidR="00024B65">
              <w:t xml:space="preserve"> </w:t>
            </w:r>
            <w:r>
              <w:t>and 3, the Sector field is being revised from “Any” to “Res”</w:t>
            </w:r>
            <w:r w:rsidR="00843A6D">
              <w:t xml:space="preserve"> per </w:t>
            </w:r>
            <w:proofErr w:type="spellStart"/>
            <w:r w:rsidR="00843A6D">
              <w:t>READi’s</w:t>
            </w:r>
            <w:proofErr w:type="spellEnd"/>
            <w:r w:rsidR="00343E00">
              <w:t xml:space="preserve"> tables. </w:t>
            </w:r>
          </w:p>
          <w:p w14:paraId="1E34B9CD" w14:textId="67C8BE3E" w:rsidR="00024B65" w:rsidRDefault="00024B65" w:rsidP="004266C0"/>
          <w:p w14:paraId="1B374963" w14:textId="28843A9D" w:rsidR="00024B65" w:rsidRDefault="00024B65" w:rsidP="00024B65">
            <w:r>
              <w:t xml:space="preserve">For Item 2, Any for </w:t>
            </w:r>
            <w:proofErr w:type="spellStart"/>
            <w:r>
              <w:t>BldgLoc</w:t>
            </w:r>
            <w:proofErr w:type="spellEnd"/>
            <w:r>
              <w:t xml:space="preserve"> is a valid identifier per </w:t>
            </w:r>
            <w:proofErr w:type="spellStart"/>
            <w:r>
              <w:t>Readi</w:t>
            </w:r>
            <w:proofErr w:type="spellEnd"/>
            <w:r>
              <w:t xml:space="preserve"> tables.  </w:t>
            </w:r>
            <w:proofErr w:type="spellStart"/>
            <w:r>
              <w:t>Bldg</w:t>
            </w:r>
            <w:proofErr w:type="spellEnd"/>
            <w:r>
              <w:t xml:space="preserve"> Type </w:t>
            </w:r>
            <w:r w:rsidR="00D14F41">
              <w:t>revised</w:t>
            </w:r>
            <w:r>
              <w:t xml:space="preserve"> to Res.</w:t>
            </w:r>
          </w:p>
          <w:p w14:paraId="72066289" w14:textId="77777777" w:rsidR="00070D48" w:rsidRDefault="00070D48" w:rsidP="004266C0"/>
          <w:p w14:paraId="64B4C480" w14:textId="591E314A" w:rsidR="00070D48" w:rsidRDefault="00070D48" w:rsidP="004266C0">
            <w:r>
              <w:t>For Item 4, “Cap-Tons” is a valid identifier</w:t>
            </w:r>
            <w:r w:rsidR="00343E00">
              <w:t xml:space="preserve"> for </w:t>
            </w:r>
            <w:r>
              <w:t xml:space="preserve">based on </w:t>
            </w:r>
            <w:proofErr w:type="spellStart"/>
            <w:r>
              <w:t>READi’s</w:t>
            </w:r>
            <w:proofErr w:type="spellEnd"/>
            <w:r>
              <w:t xml:space="preserve"> </w:t>
            </w:r>
            <w:proofErr w:type="spellStart"/>
            <w:r>
              <w:t>NormUnit</w:t>
            </w:r>
            <w:proofErr w:type="spellEnd"/>
            <w:r>
              <w:t xml:space="preserve"> database table.  </w:t>
            </w:r>
          </w:p>
        </w:tc>
      </w:tr>
    </w:tbl>
    <w:p w14:paraId="72C6D87B" w14:textId="66CF17D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proofErr w:type="spellStart"/>
      <w:r w:rsidRPr="00047FC1">
        <w:t>ExAnte</w:t>
      </w:r>
      <w:proofErr w:type="spellEnd"/>
      <w:r w:rsidRPr="00047FC1">
        <w:t xml:space="preserve"> team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24B65"/>
    <w:rsid w:val="00047FC1"/>
    <w:rsid w:val="00070D48"/>
    <w:rsid w:val="00096A19"/>
    <w:rsid w:val="00131866"/>
    <w:rsid w:val="002A755F"/>
    <w:rsid w:val="002D4858"/>
    <w:rsid w:val="002E05AF"/>
    <w:rsid w:val="00343E00"/>
    <w:rsid w:val="00377BC9"/>
    <w:rsid w:val="00392903"/>
    <w:rsid w:val="003C30D6"/>
    <w:rsid w:val="003E79B7"/>
    <w:rsid w:val="00411B1C"/>
    <w:rsid w:val="004266C0"/>
    <w:rsid w:val="00480C68"/>
    <w:rsid w:val="004A4ACF"/>
    <w:rsid w:val="004E7F9C"/>
    <w:rsid w:val="005F3FD0"/>
    <w:rsid w:val="006F56C1"/>
    <w:rsid w:val="00791A22"/>
    <w:rsid w:val="007C3FA8"/>
    <w:rsid w:val="00810BD0"/>
    <w:rsid w:val="008333A3"/>
    <w:rsid w:val="00843A6D"/>
    <w:rsid w:val="008963E4"/>
    <w:rsid w:val="008D65D1"/>
    <w:rsid w:val="008F1FF0"/>
    <w:rsid w:val="00905B03"/>
    <w:rsid w:val="009E1581"/>
    <w:rsid w:val="00A239A4"/>
    <w:rsid w:val="00AB26AE"/>
    <w:rsid w:val="00AC21BB"/>
    <w:rsid w:val="00AC4164"/>
    <w:rsid w:val="00AD3DAD"/>
    <w:rsid w:val="00B8145B"/>
    <w:rsid w:val="00BA4AC4"/>
    <w:rsid w:val="00BB2954"/>
    <w:rsid w:val="00CC7F7C"/>
    <w:rsid w:val="00CE69EE"/>
    <w:rsid w:val="00D14F41"/>
    <w:rsid w:val="00DB6B98"/>
    <w:rsid w:val="00E76FCD"/>
    <w:rsid w:val="00E97AAA"/>
    <w:rsid w:val="00EC4C2D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6</cp:revision>
  <dcterms:created xsi:type="dcterms:W3CDTF">2020-04-22T17:16:00Z</dcterms:created>
  <dcterms:modified xsi:type="dcterms:W3CDTF">2020-05-04T18:03:00Z</dcterms:modified>
</cp:coreProperties>
</file>